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AA4A3B" w14:textId="77777777" w:rsidR="00BF721A" w:rsidRPr="00BF721A" w:rsidRDefault="00BF721A" w:rsidP="006A37F8">
      <w:pPr>
        <w:jc w:val="center"/>
      </w:pPr>
      <w:r w:rsidRPr="00BF721A">
        <w:t>Dr. Johanna Middelhoff</w:t>
      </w:r>
    </w:p>
    <w:p w14:paraId="44EEB909" w14:textId="07ED4FE2" w:rsidR="00BF721A" w:rsidRPr="00BF721A" w:rsidRDefault="00BF721A" w:rsidP="00BF721A">
      <w:pPr>
        <w:jc w:val="center"/>
      </w:pPr>
      <w:r w:rsidRPr="00BF721A">
        <w:t>Langer Weg 43, 76533 Baden-Baden, Tel.: 07221 654321</w:t>
      </w:r>
      <w:r w:rsidRPr="00BF721A">
        <w:br/>
        <w:t>E-Mail: middelhoff@netline.de</w:t>
      </w:r>
    </w:p>
    <w:p w14:paraId="153D74ED" w14:textId="77777777" w:rsidR="00BF721A" w:rsidRPr="00BF721A" w:rsidRDefault="00BF721A" w:rsidP="00BF721A"/>
    <w:p w14:paraId="0CC3B6D3" w14:textId="77777777" w:rsidR="00BF721A" w:rsidRDefault="00BF721A" w:rsidP="00BF721A"/>
    <w:p w14:paraId="375097B3" w14:textId="77777777" w:rsidR="0057617F" w:rsidRDefault="0057617F" w:rsidP="00BF721A"/>
    <w:p w14:paraId="29D8785C" w14:textId="77777777" w:rsidR="0057617F" w:rsidRDefault="0057617F" w:rsidP="00BF721A"/>
    <w:p w14:paraId="53F01484" w14:textId="77777777" w:rsidR="004C1E8C" w:rsidRPr="00BF721A" w:rsidRDefault="004C1E8C" w:rsidP="00BF721A"/>
    <w:p w14:paraId="4B496DA8" w14:textId="77777777" w:rsidR="00BF721A" w:rsidRPr="00BF721A" w:rsidRDefault="00BF721A" w:rsidP="00BF721A">
      <w:r w:rsidRPr="00BF721A">
        <w:t>Privatklinik St. Nikolaus</w:t>
      </w:r>
    </w:p>
    <w:p w14:paraId="5B0097ED" w14:textId="77777777" w:rsidR="00BF721A" w:rsidRPr="00BF721A" w:rsidRDefault="00BF721A" w:rsidP="00BF721A">
      <w:r w:rsidRPr="00BF721A">
        <w:t>Station für Kinderheilkunde</w:t>
      </w:r>
    </w:p>
    <w:p w14:paraId="40D14D64" w14:textId="77777777" w:rsidR="00BF721A" w:rsidRPr="00BF721A" w:rsidRDefault="00BF721A" w:rsidP="00BF721A">
      <w:r w:rsidRPr="00BF721A">
        <w:t xml:space="preserve">Dr. Leo </w:t>
      </w:r>
      <w:proofErr w:type="spellStart"/>
      <w:r w:rsidRPr="00BF721A">
        <w:t>Dorssig</w:t>
      </w:r>
      <w:proofErr w:type="spellEnd"/>
    </w:p>
    <w:p w14:paraId="3892DD8E" w14:textId="77777777" w:rsidR="00BF721A" w:rsidRPr="00BF721A" w:rsidRDefault="00BF721A" w:rsidP="00BF721A">
      <w:proofErr w:type="spellStart"/>
      <w:r w:rsidRPr="00BF721A">
        <w:t>Buchenbacher</w:t>
      </w:r>
      <w:proofErr w:type="spellEnd"/>
      <w:r w:rsidRPr="00BF721A">
        <w:t xml:space="preserve"> Str. 28</w:t>
      </w:r>
    </w:p>
    <w:p w14:paraId="754A5D76" w14:textId="77777777" w:rsidR="00BF721A" w:rsidRPr="00BF721A" w:rsidRDefault="00BF721A" w:rsidP="00BF721A">
      <w:r w:rsidRPr="00BF721A">
        <w:t>78104 Freiburg im Breisgau</w:t>
      </w:r>
    </w:p>
    <w:p w14:paraId="40F05FA5" w14:textId="77777777" w:rsidR="00BF721A" w:rsidRPr="00BF721A" w:rsidRDefault="00BF721A" w:rsidP="00BF721A"/>
    <w:p w14:paraId="60920672" w14:textId="77777777" w:rsidR="00BF721A" w:rsidRPr="00BF721A" w:rsidRDefault="00BF721A" w:rsidP="00BF721A"/>
    <w:p w14:paraId="029BEBBF" w14:textId="428FEF8F" w:rsidR="00BF721A" w:rsidRPr="00BF721A" w:rsidRDefault="00BF721A" w:rsidP="00BF721A">
      <w:pPr>
        <w:jc w:val="right"/>
      </w:pPr>
      <w:r w:rsidRPr="00BF721A">
        <w:t>Baden-Baden, 14. August 201</w:t>
      </w:r>
      <w:r>
        <w:t>6</w:t>
      </w:r>
    </w:p>
    <w:p w14:paraId="32AFA14E" w14:textId="77777777" w:rsidR="00BF721A" w:rsidRPr="00BF721A" w:rsidRDefault="00BF721A" w:rsidP="00BF721A"/>
    <w:p w14:paraId="16CBF98B" w14:textId="77777777" w:rsidR="00BF721A" w:rsidRPr="00BF721A" w:rsidRDefault="00BF721A" w:rsidP="00BF721A"/>
    <w:p w14:paraId="2A310990" w14:textId="77777777" w:rsidR="00BF721A" w:rsidRPr="00BF721A" w:rsidRDefault="00BF721A" w:rsidP="00BF721A">
      <w:pPr>
        <w:rPr>
          <w:b/>
        </w:rPr>
      </w:pPr>
      <w:r w:rsidRPr="00BF721A">
        <w:rPr>
          <w:b/>
        </w:rPr>
        <w:t>Initiativbewerbung als Assistenzärztin, Fachrichtung Kinderheilkunde</w:t>
      </w:r>
    </w:p>
    <w:p w14:paraId="36489867" w14:textId="77777777" w:rsidR="00BF721A" w:rsidRPr="00BF721A" w:rsidRDefault="00BF721A" w:rsidP="00BF721A"/>
    <w:p w14:paraId="1A0B7F03" w14:textId="77777777" w:rsidR="00BF721A" w:rsidRPr="00BF721A" w:rsidRDefault="00BF721A" w:rsidP="00BF721A"/>
    <w:p w14:paraId="46145687" w14:textId="77777777" w:rsidR="00BF721A" w:rsidRPr="00BF721A" w:rsidRDefault="00BF721A" w:rsidP="00BF721A">
      <w:r w:rsidRPr="00BF721A">
        <w:t xml:space="preserve">Sehr geehrter Herr Dr. </w:t>
      </w:r>
      <w:proofErr w:type="spellStart"/>
      <w:r w:rsidRPr="00BF721A">
        <w:t>Dorssig</w:t>
      </w:r>
      <w:proofErr w:type="spellEnd"/>
      <w:r w:rsidRPr="00BF721A">
        <w:t>,</w:t>
      </w:r>
    </w:p>
    <w:p w14:paraId="15485AFA" w14:textId="77777777" w:rsidR="00BF721A" w:rsidRPr="00BF721A" w:rsidRDefault="00BF721A" w:rsidP="00BF721A">
      <w:pPr>
        <w:rPr>
          <w:sz w:val="14"/>
          <w:szCs w:val="14"/>
        </w:rPr>
      </w:pPr>
    </w:p>
    <w:p w14:paraId="13D6EBCF" w14:textId="16D880D0" w:rsidR="00BF721A" w:rsidRPr="00BF721A" w:rsidRDefault="00BF721A" w:rsidP="004C1E8C">
      <w:r w:rsidRPr="00BF721A">
        <w:t>ein Kollege hat mich auf die Kinderstation Ihrer Klinik aufmerksam gemacht. Ich möchte sehr gern ab meinem zweiten Jahr als Assistenzärztin bei Ihnen arbeiten und nebenbei die Facharzt</w:t>
      </w:r>
      <w:r w:rsidR="0057617F">
        <w:t>-</w:t>
      </w:r>
      <w:r w:rsidRPr="00BF721A">
        <w:t>ausbildung im Bereich Kinderheilkunde angehen.</w:t>
      </w:r>
    </w:p>
    <w:p w14:paraId="37212683" w14:textId="77777777" w:rsidR="00BF721A" w:rsidRPr="00BF721A" w:rsidRDefault="00BF721A" w:rsidP="00BF721A">
      <w:pPr>
        <w:rPr>
          <w:sz w:val="14"/>
          <w:szCs w:val="14"/>
        </w:rPr>
      </w:pPr>
    </w:p>
    <w:p w14:paraId="0DCF3FEB" w14:textId="2F83ED5C" w:rsidR="00BF721A" w:rsidRPr="00BF721A" w:rsidRDefault="00BF721A" w:rsidP="00BF721A">
      <w:r w:rsidRPr="00BF721A">
        <w:t xml:space="preserve">Mir gefällt der ganzheitliche Ansatz, mit dem die Privatklinik St. Nikolaus immer wieder von sich reden macht. Ihre Heilerfolge sind – </w:t>
      </w:r>
      <w:r>
        <w:t>außer auf die</w:t>
      </w:r>
      <w:r w:rsidR="0057617F">
        <w:t xml:space="preserve"> hervorragende</w:t>
      </w:r>
      <w:r w:rsidRPr="00BF721A">
        <w:t xml:space="preserve"> mediz</w:t>
      </w:r>
      <w:r w:rsidR="0057617F">
        <w:t>inische</w:t>
      </w:r>
      <w:r w:rsidRPr="00BF721A">
        <w:t xml:space="preserve"> Versorgung – mit Sicherheit auf das positive Klima zurückzuführen. Selbst schwerstkranken Kindern vermitteln Sie ein Gefühl der Hoffnung und Geborgenheit.</w:t>
      </w:r>
    </w:p>
    <w:p w14:paraId="62D3C30E" w14:textId="77777777" w:rsidR="00BF721A" w:rsidRPr="00BF721A" w:rsidRDefault="00BF721A" w:rsidP="00BF721A">
      <w:pPr>
        <w:rPr>
          <w:sz w:val="14"/>
          <w:szCs w:val="14"/>
        </w:rPr>
      </w:pPr>
    </w:p>
    <w:p w14:paraId="70EEE220" w14:textId="50DAE048" w:rsidR="00BF721A" w:rsidRPr="00BF721A" w:rsidRDefault="00BF721A" w:rsidP="00BF721A">
      <w:r w:rsidRPr="00BF721A">
        <w:t>Zu meiner Person: Ich bin Ärztin mit Leib und Seele. Zu Kindern und jungen Erwachsenen finde ich mühelos Zugang, das hat sich bei meinen Famulaturen und in meinem praktischen Jahr als junge Ärztin an der Universitätsklinik Freiburg recht schnell gezeigt. Außerdem bin ich belastbar und flexibel.</w:t>
      </w:r>
    </w:p>
    <w:p w14:paraId="1765D100" w14:textId="77777777" w:rsidR="00BF721A" w:rsidRPr="00BF721A" w:rsidRDefault="00BF721A" w:rsidP="00BF721A">
      <w:pPr>
        <w:rPr>
          <w:sz w:val="14"/>
          <w:szCs w:val="14"/>
        </w:rPr>
      </w:pPr>
    </w:p>
    <w:p w14:paraId="380FABB7" w14:textId="5E51F936" w:rsidR="00BF721A" w:rsidRPr="00BF721A" w:rsidRDefault="00BF721A" w:rsidP="00BF721A">
      <w:r w:rsidRPr="00BF721A">
        <w:t>Ich könnte am 1. Januar 201</w:t>
      </w:r>
      <w:r>
        <w:t>7</w:t>
      </w:r>
      <w:r w:rsidRPr="00BF721A">
        <w:t xml:space="preserve"> bei Ihnen anfangen. Wenn Sie die Möglichkeit sehen, mich in a</w:t>
      </w:r>
      <w:r w:rsidRPr="00BF721A">
        <w:t>b</w:t>
      </w:r>
      <w:r w:rsidRPr="00BF721A">
        <w:t>sehbarer Zeit in Ihrer Klinik zu beschäftigen, dann melden Sie sich bitte bei mir, damit wir uns kennenlernen können. Falls Sie noch Zeit für die Entscheidung brauchen, können Sie meine B</w:t>
      </w:r>
      <w:r w:rsidRPr="00BF721A">
        <w:t>e</w:t>
      </w:r>
      <w:r w:rsidRPr="00BF721A">
        <w:t>werbung gern behalten. Ich freue mich, von Ihnen zu hören!</w:t>
      </w:r>
    </w:p>
    <w:p w14:paraId="4C3B6698" w14:textId="77777777" w:rsidR="00BF721A" w:rsidRPr="00BF721A" w:rsidRDefault="00BF721A" w:rsidP="00BF721A">
      <w:pPr>
        <w:rPr>
          <w:sz w:val="14"/>
          <w:szCs w:val="14"/>
        </w:rPr>
      </w:pPr>
    </w:p>
    <w:p w14:paraId="1DDBAA44" w14:textId="77777777" w:rsidR="00BF721A" w:rsidRDefault="00BF721A" w:rsidP="00BF721A">
      <w:r w:rsidRPr="00BF721A">
        <w:t>Mit freundlichen Grüßen</w:t>
      </w:r>
    </w:p>
    <w:p w14:paraId="708E1C17" w14:textId="77777777" w:rsidR="0057617F" w:rsidRPr="00BF721A" w:rsidRDefault="0057617F" w:rsidP="00BF721A"/>
    <w:p w14:paraId="329AD342" w14:textId="368451EB" w:rsidR="0095639B" w:rsidRPr="00ED1BBF" w:rsidRDefault="00BF721A" w:rsidP="00BF721A">
      <w:pPr>
        <w:pStyle w:val="UnterschriftName"/>
        <w:rPr>
          <w:rFonts w:ascii="Lucida Handwriting" w:hAnsi="Lucida Handwriting"/>
        </w:rPr>
      </w:pPr>
      <w:bookmarkStart w:id="0" w:name="_GoBack"/>
      <w:r w:rsidRPr="00ED1BBF">
        <w:rPr>
          <w:rFonts w:ascii="Lucida Handwriting" w:hAnsi="Lucida Handwriting"/>
        </w:rPr>
        <w:t>Johanna Middelhoff</w:t>
      </w:r>
      <w:bookmarkEnd w:id="0"/>
    </w:p>
    <w:sectPr w:rsidR="0095639B" w:rsidRPr="00ED1BBF" w:rsidSect="004C1E8C">
      <w:pgSz w:w="11906" w:h="16838"/>
      <w:pgMar w:top="1134" w:right="1134" w:bottom="1134" w:left="1366"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6B273C" w14:textId="77777777" w:rsidR="0001149E" w:rsidRDefault="0001149E" w:rsidP="00D04998">
      <w:pPr>
        <w:spacing w:line="240" w:lineRule="auto"/>
      </w:pPr>
      <w:r>
        <w:separator/>
      </w:r>
    </w:p>
  </w:endnote>
  <w:endnote w:type="continuationSeparator" w:id="0">
    <w:p w14:paraId="44007B12" w14:textId="77777777" w:rsidR="0001149E" w:rsidRDefault="0001149E" w:rsidP="00D049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Roman">
    <w:altName w:val="Times"/>
    <w:panose1 w:val="00000000000000000000"/>
    <w:charset w:val="4D"/>
    <w:family w:val="auto"/>
    <w:notTrueType/>
    <w:pitch w:val="default"/>
    <w:sig w:usb0="00000003" w:usb1="00000000" w:usb2="00000000" w:usb3="00000000" w:csb0="00000001" w:csb1="00000000"/>
  </w:font>
  <w:font w:name="Lucida Handwriting Italic">
    <w:altName w:val="Arabic Typesetting"/>
    <w:charset w:val="00"/>
    <w:family w:val="auto"/>
    <w:pitch w:val="variable"/>
    <w:sig w:usb0="00000003" w:usb1="00000000" w:usb2="00000000" w:usb3="00000000" w:csb0="00000001"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TimesNewRomanPS-BoldMT">
    <w:charset w:val="00"/>
    <w:family w:val="auto"/>
    <w:pitch w:val="variable"/>
    <w:sig w:usb0="00000287" w:usb1="00000000" w:usb2="00000000" w:usb3="00000000" w:csb0="0000009F" w:csb1="00000000"/>
  </w:font>
  <w:font w:name="JiffyCom">
    <w:altName w:val="Jiffy Com"/>
    <w:panose1 w:val="00000000000000000000"/>
    <w:charset w:val="4D"/>
    <w:family w:val="auto"/>
    <w:notTrueType/>
    <w:pitch w:val="default"/>
    <w:sig w:usb0="00000003" w:usb1="00000000" w:usb2="00000000" w:usb3="00000000" w:csb0="00000001" w:csb1="00000000"/>
  </w:font>
  <w:font w:name="MistralStd">
    <w:charset w:val="00"/>
    <w:family w:val="auto"/>
    <w:pitch w:val="variable"/>
    <w:sig w:usb0="800000AF" w:usb1="5000204A"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C19D15" w14:textId="77777777" w:rsidR="0001149E" w:rsidRDefault="0001149E" w:rsidP="00D04998">
      <w:pPr>
        <w:spacing w:line="240" w:lineRule="auto"/>
      </w:pPr>
      <w:r>
        <w:separator/>
      </w:r>
    </w:p>
  </w:footnote>
  <w:footnote w:type="continuationSeparator" w:id="0">
    <w:p w14:paraId="0E955EC2" w14:textId="77777777" w:rsidR="0001149E" w:rsidRDefault="0001149E" w:rsidP="00D0499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autoHyphenation/>
  <w:hyphenationZone w:val="425"/>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9D8"/>
    <w:rsid w:val="0001149E"/>
    <w:rsid w:val="00057461"/>
    <w:rsid w:val="000B1FA9"/>
    <w:rsid w:val="000D0FC8"/>
    <w:rsid w:val="00124892"/>
    <w:rsid w:val="001A165F"/>
    <w:rsid w:val="001B176B"/>
    <w:rsid w:val="0021238A"/>
    <w:rsid w:val="00327334"/>
    <w:rsid w:val="00370185"/>
    <w:rsid w:val="003B7D74"/>
    <w:rsid w:val="0040444D"/>
    <w:rsid w:val="004C1E8C"/>
    <w:rsid w:val="004F0647"/>
    <w:rsid w:val="0057617F"/>
    <w:rsid w:val="005B4A0E"/>
    <w:rsid w:val="00631380"/>
    <w:rsid w:val="006A37F8"/>
    <w:rsid w:val="006D3345"/>
    <w:rsid w:val="006F5C84"/>
    <w:rsid w:val="00770743"/>
    <w:rsid w:val="007C371D"/>
    <w:rsid w:val="008D2E71"/>
    <w:rsid w:val="008D76FD"/>
    <w:rsid w:val="0095639B"/>
    <w:rsid w:val="009D01B1"/>
    <w:rsid w:val="00A479D8"/>
    <w:rsid w:val="00A66DEC"/>
    <w:rsid w:val="00AB6AAA"/>
    <w:rsid w:val="00AE72C8"/>
    <w:rsid w:val="00AE78BD"/>
    <w:rsid w:val="00B14BB3"/>
    <w:rsid w:val="00B46EB9"/>
    <w:rsid w:val="00B65920"/>
    <w:rsid w:val="00BF721A"/>
    <w:rsid w:val="00C841F7"/>
    <w:rsid w:val="00CC6031"/>
    <w:rsid w:val="00CC7DA6"/>
    <w:rsid w:val="00D04998"/>
    <w:rsid w:val="00DF19CD"/>
    <w:rsid w:val="00DF7E68"/>
    <w:rsid w:val="00E37989"/>
    <w:rsid w:val="00EA037D"/>
    <w:rsid w:val="00EB3170"/>
    <w:rsid w:val="00EC01A8"/>
    <w:rsid w:val="00ED1BBF"/>
    <w:rsid w:val="00F1444A"/>
    <w:rsid w:val="00F339CC"/>
    <w:rsid w:val="00F637C5"/>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BF5C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Calibri"/>
    <w:qFormat/>
    <w:rsid w:val="006A37F8"/>
    <w:pPr>
      <w:spacing w:line="310" w:lineRule="exact"/>
    </w:pPr>
    <w:rPr>
      <w:rFonts w:ascii="Calibri" w:hAnsi="Calibri"/>
      <w:sz w:val="24"/>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style>
  <w:style w:type="paragraph" w:customStyle="1" w:styleId="Methode">
    <w:name w:val="Methode"/>
    <w:qFormat/>
    <w:rsid w:val="00AE72C8"/>
    <w:rPr>
      <w:rFonts w:ascii="Times New Roman" w:hAnsi="Times New Roman"/>
      <w:sz w:val="28"/>
      <w:szCs w:val="24"/>
    </w:rPr>
  </w:style>
  <w:style w:type="paragraph" w:customStyle="1" w:styleId="KeinAbsatzformat">
    <w:name w:val="[Kein Absatzformat]"/>
    <w:rsid w:val="00A479D8"/>
    <w:pPr>
      <w:widowControl w:val="0"/>
      <w:autoSpaceDE w:val="0"/>
      <w:autoSpaceDN w:val="0"/>
      <w:adjustRightInd w:val="0"/>
      <w:spacing w:line="288" w:lineRule="auto"/>
      <w:textAlignment w:val="center"/>
    </w:pPr>
    <w:rPr>
      <w:rFonts w:ascii="Times-Roman" w:hAnsi="Times-Roman" w:cs="Times-Roman"/>
      <w:color w:val="000000"/>
      <w:sz w:val="24"/>
      <w:szCs w:val="24"/>
    </w:rPr>
  </w:style>
  <w:style w:type="character" w:styleId="Hyperlink">
    <w:name w:val="Hyperlink"/>
    <w:basedOn w:val="Absatz-Standardschriftart"/>
    <w:uiPriority w:val="99"/>
    <w:unhideWhenUsed/>
    <w:rsid w:val="00370185"/>
    <w:rPr>
      <w:color w:val="0000FF" w:themeColor="hyperlink"/>
      <w:u w:val="single"/>
    </w:rPr>
  </w:style>
  <w:style w:type="paragraph" w:customStyle="1" w:styleId="UnterschriftName">
    <w:name w:val="Unterschrift Name"/>
    <w:basedOn w:val="Standard"/>
    <w:qFormat/>
    <w:rsid w:val="004C1E8C"/>
    <w:pPr>
      <w:spacing w:before="120"/>
    </w:pPr>
    <w:rPr>
      <w:rFonts w:ascii="Lucida Handwriting Italic" w:hAnsi="Lucida Handwriting Italic"/>
      <w:sz w:val="28"/>
      <w:szCs w:val="28"/>
    </w:rPr>
  </w:style>
  <w:style w:type="paragraph" w:customStyle="1" w:styleId="MusterbriefBriefe">
    <w:name w:val="Musterbrief (Briefe)"/>
    <w:basedOn w:val="KeinAbsatzformat"/>
    <w:uiPriority w:val="99"/>
    <w:rsid w:val="0095639B"/>
    <w:pPr>
      <w:spacing w:line="320" w:lineRule="atLeast"/>
    </w:pPr>
    <w:rPr>
      <w:rFonts w:ascii="TimesNewRomanPSMT" w:hAnsi="TimesNewRomanPSMT" w:cs="TimesNewRomanPSMT"/>
      <w:sz w:val="26"/>
      <w:szCs w:val="26"/>
    </w:rPr>
  </w:style>
  <w:style w:type="paragraph" w:customStyle="1" w:styleId="DatumBriefe">
    <w:name w:val="Datum (Briefe)"/>
    <w:basedOn w:val="KeinAbsatzformat"/>
    <w:uiPriority w:val="99"/>
    <w:rsid w:val="0095639B"/>
    <w:pPr>
      <w:spacing w:line="320" w:lineRule="atLeast"/>
      <w:jc w:val="right"/>
    </w:pPr>
    <w:rPr>
      <w:rFonts w:ascii="TimesNewRomanPSMT" w:hAnsi="TimesNewRomanPSMT" w:cs="TimesNewRomanPSMT"/>
      <w:sz w:val="26"/>
      <w:szCs w:val="26"/>
    </w:rPr>
  </w:style>
  <w:style w:type="paragraph" w:customStyle="1" w:styleId="BetreffBriefe">
    <w:name w:val="Betreff (Briefe)"/>
    <w:basedOn w:val="KeinAbsatzformat"/>
    <w:uiPriority w:val="99"/>
    <w:rsid w:val="0095639B"/>
    <w:pPr>
      <w:tabs>
        <w:tab w:val="left" w:pos="0"/>
      </w:tabs>
      <w:spacing w:line="320" w:lineRule="atLeast"/>
    </w:pPr>
    <w:rPr>
      <w:rFonts w:ascii="TimesNewRomanPS-BoldMT" w:hAnsi="TimesNewRomanPS-BoldMT" w:cs="TimesNewRomanPS-BoldMT"/>
      <w:b/>
      <w:bCs/>
      <w:sz w:val="26"/>
      <w:szCs w:val="26"/>
    </w:rPr>
  </w:style>
  <w:style w:type="paragraph" w:customStyle="1" w:styleId="MusterbriefhalbzeiligBriefe">
    <w:name w:val="Musterbrief halbzeilig (Briefe)"/>
    <w:basedOn w:val="KeinAbsatzformat"/>
    <w:uiPriority w:val="99"/>
    <w:rsid w:val="0095639B"/>
    <w:pPr>
      <w:spacing w:line="169" w:lineRule="atLeast"/>
    </w:pPr>
    <w:rPr>
      <w:rFonts w:ascii="TimesNewRomanPSMT" w:hAnsi="TimesNewRomanPSMT" w:cs="TimesNewRomanPSMT"/>
      <w:sz w:val="14"/>
      <w:szCs w:val="14"/>
    </w:rPr>
  </w:style>
  <w:style w:type="paragraph" w:customStyle="1" w:styleId="UnterschriftweiblichBriefe">
    <w:name w:val="Unterschrift weiblich (Briefe)"/>
    <w:basedOn w:val="Standard"/>
    <w:uiPriority w:val="99"/>
    <w:rsid w:val="0095639B"/>
    <w:pPr>
      <w:widowControl w:val="0"/>
      <w:tabs>
        <w:tab w:val="left" w:pos="0"/>
        <w:tab w:val="left" w:pos="1860"/>
      </w:tabs>
      <w:autoSpaceDE w:val="0"/>
      <w:autoSpaceDN w:val="0"/>
      <w:adjustRightInd w:val="0"/>
      <w:spacing w:line="200" w:lineRule="atLeast"/>
      <w:textAlignment w:val="center"/>
    </w:pPr>
    <w:rPr>
      <w:rFonts w:ascii="JiffyCom" w:hAnsi="JiffyCom" w:cs="JiffyCom"/>
      <w:color w:val="000000"/>
      <w:szCs w:val="24"/>
    </w:rPr>
  </w:style>
  <w:style w:type="paragraph" w:customStyle="1" w:styleId="AbsenderrechtsbndigBriefe">
    <w:name w:val="Absender rechtsbündig (Briefe)"/>
    <w:basedOn w:val="KeinAbsatzformat"/>
    <w:uiPriority w:val="99"/>
    <w:rsid w:val="00F339CC"/>
    <w:pPr>
      <w:tabs>
        <w:tab w:val="left" w:pos="0"/>
      </w:tabs>
      <w:spacing w:line="320" w:lineRule="atLeast"/>
      <w:jc w:val="right"/>
    </w:pPr>
    <w:rPr>
      <w:rFonts w:ascii="TimesNewRomanPSMT" w:hAnsi="TimesNewRomanPSMT" w:cs="TimesNewRomanPSMT"/>
      <w:sz w:val="26"/>
      <w:szCs w:val="26"/>
    </w:rPr>
  </w:style>
  <w:style w:type="paragraph" w:customStyle="1" w:styleId="UnterschriftmnnlichBriefe">
    <w:name w:val="Unterschrift männlich (Briefe)"/>
    <w:basedOn w:val="KeinAbsatzformat"/>
    <w:uiPriority w:val="99"/>
    <w:rsid w:val="000B1FA9"/>
    <w:rPr>
      <w:rFonts w:ascii="MistralStd" w:hAnsi="MistralStd" w:cs="MistralStd"/>
      <w:sz w:val="30"/>
      <w:szCs w:val="30"/>
    </w:rPr>
  </w:style>
  <w:style w:type="paragraph" w:customStyle="1" w:styleId="UnterschriftmannBriefe">
    <w:name w:val="Unterschrift mann (Briefe)"/>
    <w:basedOn w:val="Standard"/>
    <w:uiPriority w:val="99"/>
    <w:rsid w:val="00F1444A"/>
    <w:pPr>
      <w:widowControl w:val="0"/>
      <w:tabs>
        <w:tab w:val="left" w:pos="0"/>
      </w:tabs>
      <w:autoSpaceDE w:val="0"/>
      <w:autoSpaceDN w:val="0"/>
      <w:adjustRightInd w:val="0"/>
      <w:spacing w:line="240" w:lineRule="atLeast"/>
      <w:textAlignment w:val="center"/>
    </w:pPr>
    <w:rPr>
      <w:rFonts w:ascii="MistralStd" w:hAnsi="MistralStd" w:cs="MistralStd"/>
      <w:color w:val="000000"/>
      <w:sz w:val="30"/>
      <w:szCs w:val="30"/>
    </w:rPr>
  </w:style>
  <w:style w:type="paragraph" w:customStyle="1" w:styleId="AbsendermittigBriefe">
    <w:name w:val="Absender mittig (Briefe)"/>
    <w:basedOn w:val="KeinAbsatzformat"/>
    <w:uiPriority w:val="99"/>
    <w:rsid w:val="009D01B1"/>
    <w:pPr>
      <w:tabs>
        <w:tab w:val="left" w:pos="0"/>
      </w:tabs>
      <w:spacing w:line="320" w:lineRule="atLeast"/>
      <w:jc w:val="center"/>
    </w:pPr>
    <w:rPr>
      <w:rFonts w:ascii="TimesNewRomanPSMT" w:hAnsi="TimesNewRomanPSMT" w:cs="TimesNewRomanPSMT"/>
      <w:sz w:val="26"/>
      <w:szCs w:val="26"/>
    </w:rPr>
  </w:style>
  <w:style w:type="paragraph" w:styleId="Kopfzeile">
    <w:name w:val="header"/>
    <w:basedOn w:val="Standard"/>
    <w:link w:val="KopfzeileZchn"/>
    <w:uiPriority w:val="99"/>
    <w:unhideWhenUsed/>
    <w:rsid w:val="00D0499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D04998"/>
    <w:rPr>
      <w:rFonts w:asciiTheme="majorHAnsi" w:hAnsiTheme="majorHAnsi"/>
      <w:sz w:val="27"/>
      <w:szCs w:val="27"/>
    </w:rPr>
  </w:style>
  <w:style w:type="paragraph" w:styleId="Fuzeile">
    <w:name w:val="footer"/>
    <w:basedOn w:val="Standard"/>
    <w:link w:val="FuzeileZchn"/>
    <w:uiPriority w:val="99"/>
    <w:unhideWhenUsed/>
    <w:rsid w:val="00D0499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D04998"/>
    <w:rPr>
      <w:rFonts w:asciiTheme="majorHAnsi" w:hAnsiTheme="majorHAnsi"/>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Calibri"/>
    <w:qFormat/>
    <w:rsid w:val="006A37F8"/>
    <w:pPr>
      <w:spacing w:line="310" w:lineRule="exact"/>
    </w:pPr>
    <w:rPr>
      <w:rFonts w:ascii="Calibri" w:hAnsi="Calibri"/>
      <w:sz w:val="24"/>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style>
  <w:style w:type="paragraph" w:customStyle="1" w:styleId="Methode">
    <w:name w:val="Methode"/>
    <w:qFormat/>
    <w:rsid w:val="00AE72C8"/>
    <w:rPr>
      <w:rFonts w:ascii="Times New Roman" w:hAnsi="Times New Roman"/>
      <w:sz w:val="28"/>
      <w:szCs w:val="24"/>
    </w:rPr>
  </w:style>
  <w:style w:type="paragraph" w:customStyle="1" w:styleId="KeinAbsatzformat">
    <w:name w:val="[Kein Absatzformat]"/>
    <w:rsid w:val="00A479D8"/>
    <w:pPr>
      <w:widowControl w:val="0"/>
      <w:autoSpaceDE w:val="0"/>
      <w:autoSpaceDN w:val="0"/>
      <w:adjustRightInd w:val="0"/>
      <w:spacing w:line="288" w:lineRule="auto"/>
      <w:textAlignment w:val="center"/>
    </w:pPr>
    <w:rPr>
      <w:rFonts w:ascii="Times-Roman" w:hAnsi="Times-Roman" w:cs="Times-Roman"/>
      <w:color w:val="000000"/>
      <w:sz w:val="24"/>
      <w:szCs w:val="24"/>
    </w:rPr>
  </w:style>
  <w:style w:type="character" w:styleId="Hyperlink">
    <w:name w:val="Hyperlink"/>
    <w:basedOn w:val="Absatz-Standardschriftart"/>
    <w:uiPriority w:val="99"/>
    <w:unhideWhenUsed/>
    <w:rsid w:val="00370185"/>
    <w:rPr>
      <w:color w:val="0000FF" w:themeColor="hyperlink"/>
      <w:u w:val="single"/>
    </w:rPr>
  </w:style>
  <w:style w:type="paragraph" w:customStyle="1" w:styleId="UnterschriftName">
    <w:name w:val="Unterschrift Name"/>
    <w:basedOn w:val="Standard"/>
    <w:qFormat/>
    <w:rsid w:val="004C1E8C"/>
    <w:pPr>
      <w:spacing w:before="120"/>
    </w:pPr>
    <w:rPr>
      <w:rFonts w:ascii="Lucida Handwriting Italic" w:hAnsi="Lucida Handwriting Italic"/>
      <w:sz w:val="28"/>
      <w:szCs w:val="28"/>
    </w:rPr>
  </w:style>
  <w:style w:type="paragraph" w:customStyle="1" w:styleId="MusterbriefBriefe">
    <w:name w:val="Musterbrief (Briefe)"/>
    <w:basedOn w:val="KeinAbsatzformat"/>
    <w:uiPriority w:val="99"/>
    <w:rsid w:val="0095639B"/>
    <w:pPr>
      <w:spacing w:line="320" w:lineRule="atLeast"/>
    </w:pPr>
    <w:rPr>
      <w:rFonts w:ascii="TimesNewRomanPSMT" w:hAnsi="TimesNewRomanPSMT" w:cs="TimesNewRomanPSMT"/>
      <w:sz w:val="26"/>
      <w:szCs w:val="26"/>
    </w:rPr>
  </w:style>
  <w:style w:type="paragraph" w:customStyle="1" w:styleId="DatumBriefe">
    <w:name w:val="Datum (Briefe)"/>
    <w:basedOn w:val="KeinAbsatzformat"/>
    <w:uiPriority w:val="99"/>
    <w:rsid w:val="0095639B"/>
    <w:pPr>
      <w:spacing w:line="320" w:lineRule="atLeast"/>
      <w:jc w:val="right"/>
    </w:pPr>
    <w:rPr>
      <w:rFonts w:ascii="TimesNewRomanPSMT" w:hAnsi="TimesNewRomanPSMT" w:cs="TimesNewRomanPSMT"/>
      <w:sz w:val="26"/>
      <w:szCs w:val="26"/>
    </w:rPr>
  </w:style>
  <w:style w:type="paragraph" w:customStyle="1" w:styleId="BetreffBriefe">
    <w:name w:val="Betreff (Briefe)"/>
    <w:basedOn w:val="KeinAbsatzformat"/>
    <w:uiPriority w:val="99"/>
    <w:rsid w:val="0095639B"/>
    <w:pPr>
      <w:tabs>
        <w:tab w:val="left" w:pos="0"/>
      </w:tabs>
      <w:spacing w:line="320" w:lineRule="atLeast"/>
    </w:pPr>
    <w:rPr>
      <w:rFonts w:ascii="TimesNewRomanPS-BoldMT" w:hAnsi="TimesNewRomanPS-BoldMT" w:cs="TimesNewRomanPS-BoldMT"/>
      <w:b/>
      <w:bCs/>
      <w:sz w:val="26"/>
      <w:szCs w:val="26"/>
    </w:rPr>
  </w:style>
  <w:style w:type="paragraph" w:customStyle="1" w:styleId="MusterbriefhalbzeiligBriefe">
    <w:name w:val="Musterbrief halbzeilig (Briefe)"/>
    <w:basedOn w:val="KeinAbsatzformat"/>
    <w:uiPriority w:val="99"/>
    <w:rsid w:val="0095639B"/>
    <w:pPr>
      <w:spacing w:line="169" w:lineRule="atLeast"/>
    </w:pPr>
    <w:rPr>
      <w:rFonts w:ascii="TimesNewRomanPSMT" w:hAnsi="TimesNewRomanPSMT" w:cs="TimesNewRomanPSMT"/>
      <w:sz w:val="14"/>
      <w:szCs w:val="14"/>
    </w:rPr>
  </w:style>
  <w:style w:type="paragraph" w:customStyle="1" w:styleId="UnterschriftweiblichBriefe">
    <w:name w:val="Unterschrift weiblich (Briefe)"/>
    <w:basedOn w:val="Standard"/>
    <w:uiPriority w:val="99"/>
    <w:rsid w:val="0095639B"/>
    <w:pPr>
      <w:widowControl w:val="0"/>
      <w:tabs>
        <w:tab w:val="left" w:pos="0"/>
        <w:tab w:val="left" w:pos="1860"/>
      </w:tabs>
      <w:autoSpaceDE w:val="0"/>
      <w:autoSpaceDN w:val="0"/>
      <w:adjustRightInd w:val="0"/>
      <w:spacing w:line="200" w:lineRule="atLeast"/>
      <w:textAlignment w:val="center"/>
    </w:pPr>
    <w:rPr>
      <w:rFonts w:ascii="JiffyCom" w:hAnsi="JiffyCom" w:cs="JiffyCom"/>
      <w:color w:val="000000"/>
      <w:szCs w:val="24"/>
    </w:rPr>
  </w:style>
  <w:style w:type="paragraph" w:customStyle="1" w:styleId="AbsenderrechtsbndigBriefe">
    <w:name w:val="Absender rechtsbündig (Briefe)"/>
    <w:basedOn w:val="KeinAbsatzformat"/>
    <w:uiPriority w:val="99"/>
    <w:rsid w:val="00F339CC"/>
    <w:pPr>
      <w:tabs>
        <w:tab w:val="left" w:pos="0"/>
      </w:tabs>
      <w:spacing w:line="320" w:lineRule="atLeast"/>
      <w:jc w:val="right"/>
    </w:pPr>
    <w:rPr>
      <w:rFonts w:ascii="TimesNewRomanPSMT" w:hAnsi="TimesNewRomanPSMT" w:cs="TimesNewRomanPSMT"/>
      <w:sz w:val="26"/>
      <w:szCs w:val="26"/>
    </w:rPr>
  </w:style>
  <w:style w:type="paragraph" w:customStyle="1" w:styleId="UnterschriftmnnlichBriefe">
    <w:name w:val="Unterschrift männlich (Briefe)"/>
    <w:basedOn w:val="KeinAbsatzformat"/>
    <w:uiPriority w:val="99"/>
    <w:rsid w:val="000B1FA9"/>
    <w:rPr>
      <w:rFonts w:ascii="MistralStd" w:hAnsi="MistralStd" w:cs="MistralStd"/>
      <w:sz w:val="30"/>
      <w:szCs w:val="30"/>
    </w:rPr>
  </w:style>
  <w:style w:type="paragraph" w:customStyle="1" w:styleId="UnterschriftmannBriefe">
    <w:name w:val="Unterschrift mann (Briefe)"/>
    <w:basedOn w:val="Standard"/>
    <w:uiPriority w:val="99"/>
    <w:rsid w:val="00F1444A"/>
    <w:pPr>
      <w:widowControl w:val="0"/>
      <w:tabs>
        <w:tab w:val="left" w:pos="0"/>
      </w:tabs>
      <w:autoSpaceDE w:val="0"/>
      <w:autoSpaceDN w:val="0"/>
      <w:adjustRightInd w:val="0"/>
      <w:spacing w:line="240" w:lineRule="atLeast"/>
      <w:textAlignment w:val="center"/>
    </w:pPr>
    <w:rPr>
      <w:rFonts w:ascii="MistralStd" w:hAnsi="MistralStd" w:cs="MistralStd"/>
      <w:color w:val="000000"/>
      <w:sz w:val="30"/>
      <w:szCs w:val="30"/>
    </w:rPr>
  </w:style>
  <w:style w:type="paragraph" w:customStyle="1" w:styleId="AbsendermittigBriefe">
    <w:name w:val="Absender mittig (Briefe)"/>
    <w:basedOn w:val="KeinAbsatzformat"/>
    <w:uiPriority w:val="99"/>
    <w:rsid w:val="009D01B1"/>
    <w:pPr>
      <w:tabs>
        <w:tab w:val="left" w:pos="0"/>
      </w:tabs>
      <w:spacing w:line="320" w:lineRule="atLeast"/>
      <w:jc w:val="center"/>
    </w:pPr>
    <w:rPr>
      <w:rFonts w:ascii="TimesNewRomanPSMT" w:hAnsi="TimesNewRomanPSMT" w:cs="TimesNewRomanPSMT"/>
      <w:sz w:val="26"/>
      <w:szCs w:val="26"/>
    </w:rPr>
  </w:style>
  <w:style w:type="paragraph" w:styleId="Kopfzeile">
    <w:name w:val="header"/>
    <w:basedOn w:val="Standard"/>
    <w:link w:val="KopfzeileZchn"/>
    <w:uiPriority w:val="99"/>
    <w:unhideWhenUsed/>
    <w:rsid w:val="00D0499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D04998"/>
    <w:rPr>
      <w:rFonts w:asciiTheme="majorHAnsi" w:hAnsiTheme="majorHAnsi"/>
      <w:sz w:val="27"/>
      <w:szCs w:val="27"/>
    </w:rPr>
  </w:style>
  <w:style w:type="paragraph" w:styleId="Fuzeile">
    <w:name w:val="footer"/>
    <w:basedOn w:val="Standard"/>
    <w:link w:val="FuzeileZchn"/>
    <w:uiPriority w:val="99"/>
    <w:unhideWhenUsed/>
    <w:rsid w:val="00D0499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D04998"/>
    <w:rPr>
      <w:rFonts w:asciiTheme="majorHAnsi" w:hAnsiTheme="majorHAnsi"/>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B0AAAA3E</Template>
  <TotalTime>0</TotalTime>
  <Pages>1</Pages>
  <Words>220</Words>
  <Characters>1391</Characters>
  <Application>Microsoft Office Word</Application>
  <DocSecurity>0</DocSecurity>
  <Lines>11</Lines>
  <Paragraphs>3</Paragraphs>
  <ScaleCrop>false</ScaleCrop>
  <Company>F G</Company>
  <LinksUpToDate>false</LinksUpToDate>
  <CharactersWithSpaces>1608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dc:description/>
  <cp:lastModifiedBy>von Laffert, Juliane</cp:lastModifiedBy>
  <cp:revision>4</cp:revision>
  <cp:lastPrinted>2015-11-10T08:25:00Z</cp:lastPrinted>
  <dcterms:created xsi:type="dcterms:W3CDTF">2015-11-10T08:25:00Z</dcterms:created>
  <dcterms:modified xsi:type="dcterms:W3CDTF">2016-02-02T07:52:00Z</dcterms:modified>
</cp:coreProperties>
</file>